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81" w:tblpY="1835"/>
        <w:tblW w:w="5919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919"/>
      </w:tblGrid>
      <w:tr w:rsidR="008157DB" w:rsidRPr="00CC044A" w:rsidTr="00EC1A89"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157DB" w:rsidRDefault="008157DB" w:rsidP="00EC1A89">
            <w:pPr>
              <w:widowControl/>
              <w:spacing w:line="408" w:lineRule="atLeast"/>
              <w:jc w:val="center"/>
              <w:rPr>
                <w:rFonts w:ascii="Microsoft Yahei" w:hAnsi="Microsoft Yahei" w:cs="宋体"/>
                <w:color w:val="333333"/>
                <w:kern w:val="0"/>
                <w:sz w:val="35"/>
                <w:szCs w:val="35"/>
              </w:rPr>
            </w:pPr>
          </w:p>
          <w:p w:rsidR="008157DB" w:rsidRPr="006F7065" w:rsidRDefault="008157DB" w:rsidP="00EC1A89">
            <w:pPr>
              <w:widowControl/>
              <w:spacing w:line="408" w:lineRule="atLeast"/>
              <w:jc w:val="center"/>
              <w:rPr>
                <w:rFonts w:ascii="Microsoft Yahei" w:hAnsi="Microsoft Yahei" w:cs="宋体"/>
                <w:color w:val="333333"/>
                <w:kern w:val="0"/>
                <w:sz w:val="35"/>
                <w:szCs w:val="35"/>
              </w:rPr>
            </w:pPr>
            <w:r w:rsidRPr="006F7065">
              <w:rPr>
                <w:rFonts w:ascii="Microsoft Yahei" w:hAnsi="Microsoft Yahei" w:cs="宋体" w:hint="eastAsia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8157DB" w:rsidRPr="006F7065" w:rsidRDefault="008157DB" w:rsidP="00EC1A89">
            <w:pPr>
              <w:widowControl/>
              <w:jc w:val="center"/>
              <w:outlineLvl w:val="2"/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</w:pPr>
            <w:r w:rsidRPr="006F7065">
              <w:rPr>
                <w:rFonts w:ascii="黑体" w:eastAsia="黑体" w:hAnsi="黑体" w:cs="宋体" w:hint="eastAsia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 w:rsidR="008157DB" w:rsidRPr="00CC044A" w:rsidRDefault="008157DB" w:rsidP="008157DB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黑体"/>
                <w:bCs/>
                <w:color w:val="333333"/>
                <w:kern w:val="0"/>
                <w:sz w:val="16"/>
                <w:szCs w:val="16"/>
              </w:rPr>
            </w:pPr>
            <w:r w:rsidRPr="00CC044A">
              <w:rPr>
                <w:rFonts w:ascii="宋体" w:hAnsi="宋体" w:cs="黑体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 w:rsidRPr="00CC044A">
              <w:rPr>
                <w:rFonts w:ascii="宋体" w:hAnsi="宋体" w:cs="黑体" w:hint="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 w:rsidRPr="00CC044A">
              <w:rPr>
                <w:rFonts w:ascii="宋体" w:hAnsi="宋体" w:cs="黑体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 w:rsidRPr="00CC044A">
              <w:rPr>
                <w:rFonts w:ascii="宋体" w:hAnsi="宋体" w:cs="黑体" w:hint="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8157DB" w:rsidRPr="00CC044A" w:rsidRDefault="008157DB" w:rsidP="008157DB">
            <w:pPr>
              <w:widowControl/>
              <w:spacing w:line="360" w:lineRule="auto"/>
              <w:ind w:firstLineChars="200" w:firstLine="31680"/>
              <w:jc w:val="right"/>
              <w:rPr>
                <w:rFonts w:ascii="宋体" w:cs="黑体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8157DB" w:rsidRPr="00F346DC" w:rsidRDefault="008157DB" w:rsidP="008157DB">
            <w:pPr>
              <w:widowControl/>
              <w:spacing w:line="440" w:lineRule="exact"/>
              <w:ind w:firstLineChars="200" w:firstLine="31680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 w:rsidR="008157DB" w:rsidRDefault="008157DB" w:rsidP="00EC1A89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8157DB" w:rsidRDefault="008157DB" w:rsidP="00EC1A89">
            <w:pPr>
              <w:widowControl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8157DB" w:rsidRDefault="008157DB" w:rsidP="00EC1A89">
            <w:pPr>
              <w:widowControl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</w:p>
          <w:p w:rsidR="008157DB" w:rsidRDefault="008157DB" w:rsidP="008157DB">
            <w:pPr>
              <w:widowControl/>
              <w:spacing w:line="360" w:lineRule="auto"/>
              <w:ind w:firstLineChars="200" w:firstLine="31680"/>
              <w:jc w:val="center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>发证机关</w:t>
            </w:r>
          </w:p>
          <w:p w:rsidR="008157DB" w:rsidRPr="006F7065" w:rsidRDefault="008157DB" w:rsidP="008157DB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 w:rsidRPr="006F7065">
              <w:rPr>
                <w:rFonts w:ascii="黑体" w:eastAsia="黑体" w:hAnsi="黑体" w:cs="黑体"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日</w:t>
            </w:r>
            <w:r w:rsidRPr="006F7065">
              <w:rPr>
                <w:rFonts w:ascii="黑体" w:eastAsia="黑体" w:hAnsi="黑体" w:cs="黑体"/>
                <w:bCs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期</w:t>
            </w:r>
          </w:p>
        </w:tc>
      </w:tr>
    </w:tbl>
    <w:tbl>
      <w:tblPr>
        <w:tblpPr w:leftFromText="180" w:rightFromText="180" w:vertAnchor="page" w:horzAnchor="page" w:tblpX="8736" w:tblpY="1821"/>
        <w:tblW w:w="5919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919"/>
      </w:tblGrid>
      <w:tr w:rsidR="008157DB" w:rsidRPr="00CC044A" w:rsidTr="00EC1A89"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157DB" w:rsidRDefault="008157DB" w:rsidP="008157DB">
            <w:pPr>
              <w:widowControl/>
              <w:spacing w:line="360" w:lineRule="auto"/>
              <w:ind w:firstLineChars="200" w:firstLine="31680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843"/>
              <w:gridCol w:w="3260"/>
            </w:tblGrid>
            <w:tr w:rsidR="008157DB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建设单位（个人）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8157DB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8157DB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位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8157DB" w:rsidRPr="00CC044A" w:rsidTr="00CC044A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规</w:t>
                  </w: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模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8157DB" w:rsidRPr="00CC044A" w:rsidTr="00CC044A">
              <w:trPr>
                <w:trHeight w:val="1703"/>
              </w:trPr>
              <w:tc>
                <w:tcPr>
                  <w:tcW w:w="5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57DB" w:rsidRPr="00CC044A" w:rsidRDefault="008157DB" w:rsidP="00CC044A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CC044A"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</w:t>
                  </w:r>
                  <w:r w:rsidRPr="00CC044A"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:rsidR="008157DB" w:rsidRDefault="008157DB" w:rsidP="008157DB">
            <w:pPr>
              <w:widowControl/>
              <w:spacing w:line="360" w:lineRule="auto"/>
              <w:ind w:leftChars="134" w:left="31680"/>
              <w:jc w:val="left"/>
              <w:outlineLvl w:val="2"/>
              <w:rPr>
                <w:rFonts w:ascii="Microsoft Yahei" w:hAnsi="Microsoft Yahei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8157DB" w:rsidRPr="002A2F12" w:rsidRDefault="008157DB" w:rsidP="008157DB">
            <w:pPr>
              <w:widowControl/>
              <w:spacing w:line="360" w:lineRule="auto"/>
              <w:ind w:leftChars="134" w:left="31680"/>
              <w:jc w:val="left"/>
              <w:outlineLvl w:val="2"/>
              <w:rPr>
                <w:rFonts w:ascii="Microsoft Yahei" w:hAnsi="Microsoft Yahei" w:cs="宋体"/>
                <w:b/>
                <w:bCs/>
                <w:color w:val="333333"/>
                <w:kern w:val="0"/>
                <w:sz w:val="27"/>
                <w:szCs w:val="27"/>
              </w:rPr>
            </w:pPr>
            <w:r w:rsidRPr="002A2F12">
              <w:rPr>
                <w:rFonts w:ascii="Microsoft Yahei" w:hAnsi="Microsoft Yahei" w:cs="宋体" w:hint="eastAsia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8157DB" w:rsidRDefault="008157DB" w:rsidP="008157DB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 w:rsidR="008157DB" w:rsidRDefault="008157DB" w:rsidP="008157DB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 w:rsidR="008157DB" w:rsidRDefault="008157DB" w:rsidP="008157DB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二、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依法应当取得本证，但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违反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行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8157DB" w:rsidRPr="002A2F12" w:rsidRDefault="008157DB" w:rsidP="008157DB">
            <w:pPr>
              <w:widowControl/>
              <w:spacing w:line="200" w:lineRule="exact"/>
              <w:ind w:leftChars="135" w:left="31680" w:rightChars="150" w:right="31680" w:hanging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为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8157DB" w:rsidRPr="002A2F12" w:rsidRDefault="008157DB" w:rsidP="008157DB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审核同意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变更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8157DB" w:rsidRDefault="008157DB" w:rsidP="008157DB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8157DB" w:rsidRPr="002A2F12" w:rsidRDefault="008157DB" w:rsidP="008157DB">
            <w:pPr>
              <w:widowControl/>
              <w:spacing w:line="200" w:lineRule="exact"/>
              <w:ind w:leftChars="134" w:left="31680" w:rightChars="150" w:right="31680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 w:rsidR="008157DB" w:rsidRDefault="008157DB" w:rsidP="008157DB">
            <w:pPr>
              <w:widowControl/>
              <w:spacing w:line="200" w:lineRule="exact"/>
              <w:ind w:leftChars="134" w:left="31680" w:rightChars="150" w:right="31680" w:firstLine="1"/>
              <w:jc w:val="left"/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及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发证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8157DB" w:rsidRPr="006F7065" w:rsidRDefault="008157DB" w:rsidP="008157DB">
            <w:pPr>
              <w:widowControl/>
              <w:spacing w:line="200" w:lineRule="exact"/>
              <w:ind w:leftChars="134" w:left="31680" w:rightChars="150" w:right="31680"/>
              <w:jc w:val="lef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ascii="Microsoft Yahei" w:hAnsi="Microsoft Yahei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hAnsi="Microsoft Yahei" w:cs="宋体" w:hint="eastAsia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8157DB" w:rsidRDefault="008157DB">
      <w:pPr>
        <w:rPr>
          <w:rFonts w:ascii="黑体" w:eastAsia="黑体" w:hAnsi="黑体"/>
        </w:rPr>
      </w:pPr>
    </w:p>
    <w:p w:rsidR="008157DB" w:rsidRDefault="008157DB">
      <w:pPr>
        <w:rPr>
          <w:rFonts w:ascii="黑体" w:eastAsia="黑体" w:hAnsi="黑体"/>
        </w:rPr>
      </w:pPr>
    </w:p>
    <w:p w:rsidR="008157DB" w:rsidRDefault="008157DB">
      <w:pPr>
        <w:rPr>
          <w:rFonts w:ascii="黑体" w:eastAsia="黑体" w:hAnsi="黑体"/>
        </w:rPr>
      </w:pPr>
    </w:p>
    <w:p w:rsidR="008157DB" w:rsidRPr="00EC1A89" w:rsidRDefault="008157DB"/>
    <w:p w:rsidR="008157DB" w:rsidRPr="006F7065" w:rsidRDefault="008157DB" w:rsidP="003469E0"/>
    <w:sectPr w:rsidR="008157DB" w:rsidRPr="006F7065" w:rsidSect="00EC1A89">
      <w:pgSz w:w="16838" w:h="11906" w:orient="landscape"/>
      <w:pgMar w:top="1134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7DB" w:rsidRDefault="008157DB" w:rsidP="006F7065">
      <w:r>
        <w:separator/>
      </w:r>
    </w:p>
  </w:endnote>
  <w:endnote w:type="continuationSeparator" w:id="0">
    <w:p w:rsidR="008157DB" w:rsidRDefault="008157DB" w:rsidP="006F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7DB" w:rsidRDefault="008157DB" w:rsidP="006F7065">
      <w:r>
        <w:separator/>
      </w:r>
    </w:p>
  </w:footnote>
  <w:footnote w:type="continuationSeparator" w:id="0">
    <w:p w:rsidR="008157DB" w:rsidRDefault="008157DB" w:rsidP="006F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065"/>
    <w:rsid w:val="00182E67"/>
    <w:rsid w:val="001C5A8B"/>
    <w:rsid w:val="0029671E"/>
    <w:rsid w:val="002A2F12"/>
    <w:rsid w:val="0030379A"/>
    <w:rsid w:val="00323D84"/>
    <w:rsid w:val="00336AA6"/>
    <w:rsid w:val="003469E0"/>
    <w:rsid w:val="003A0FF4"/>
    <w:rsid w:val="003E2ADA"/>
    <w:rsid w:val="004B1FEC"/>
    <w:rsid w:val="005570A6"/>
    <w:rsid w:val="00563B61"/>
    <w:rsid w:val="005C1C81"/>
    <w:rsid w:val="005C684D"/>
    <w:rsid w:val="006A0D40"/>
    <w:rsid w:val="006F7065"/>
    <w:rsid w:val="007D4B9B"/>
    <w:rsid w:val="008157DB"/>
    <w:rsid w:val="00830354"/>
    <w:rsid w:val="0086240A"/>
    <w:rsid w:val="00931E99"/>
    <w:rsid w:val="009707F7"/>
    <w:rsid w:val="009F237A"/>
    <w:rsid w:val="00A07583"/>
    <w:rsid w:val="00A80F96"/>
    <w:rsid w:val="00A863EF"/>
    <w:rsid w:val="00B350D7"/>
    <w:rsid w:val="00B54329"/>
    <w:rsid w:val="00C35792"/>
    <w:rsid w:val="00C65C33"/>
    <w:rsid w:val="00C966C0"/>
    <w:rsid w:val="00CC044A"/>
    <w:rsid w:val="00CE0C3C"/>
    <w:rsid w:val="00E5106B"/>
    <w:rsid w:val="00EC1A89"/>
    <w:rsid w:val="00F135F9"/>
    <w:rsid w:val="00F30B62"/>
    <w:rsid w:val="00F346DC"/>
    <w:rsid w:val="00FA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065"/>
    <w:pPr>
      <w:widowControl w:val="0"/>
      <w:jc w:val="both"/>
    </w:pPr>
    <w:rPr>
      <w:szCs w:val="24"/>
    </w:rPr>
  </w:style>
  <w:style w:type="paragraph" w:styleId="Heading3">
    <w:name w:val="heading 3"/>
    <w:basedOn w:val="Normal"/>
    <w:link w:val="Heading3Char"/>
    <w:uiPriority w:val="99"/>
    <w:qFormat/>
    <w:rsid w:val="006F706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F7065"/>
    <w:rPr>
      <w:rFonts w:ascii="宋体" w:eastAsia="宋体" w:hAnsi="宋体" w:cs="宋体"/>
      <w:b/>
      <w:bCs/>
      <w:kern w:val="0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rsid w:val="006F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706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F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7065"/>
    <w:rPr>
      <w:rFonts w:cs="Times New Roman"/>
      <w:sz w:val="18"/>
      <w:szCs w:val="18"/>
    </w:rPr>
  </w:style>
  <w:style w:type="paragraph" w:customStyle="1" w:styleId="txtcenter">
    <w:name w:val="txtcenter"/>
    <w:basedOn w:val="Normal"/>
    <w:uiPriority w:val="99"/>
    <w:rsid w:val="006F70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2A2F1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65C3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3F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4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69</Words>
  <Characters>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附件4</dc:title>
  <dc:subject/>
  <dc:creator>lenovo</dc:creator>
  <cp:keywords/>
  <dc:description/>
  <cp:lastModifiedBy>lenovo</cp:lastModifiedBy>
  <cp:revision>3</cp:revision>
  <cp:lastPrinted>2020-05-20T01:49:00Z</cp:lastPrinted>
  <dcterms:created xsi:type="dcterms:W3CDTF">2020-03-19T09:19:00Z</dcterms:created>
  <dcterms:modified xsi:type="dcterms:W3CDTF">2020-05-20T01:49:00Z</dcterms:modified>
</cp:coreProperties>
</file>