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2A6" w:rsidRDefault="005272A6" w:rsidP="005272A6">
      <w:pPr>
        <w:ind w:firstLineChars="600" w:firstLine="31680"/>
        <w:rPr>
          <w:rFonts w:ascii="黑体" w:eastAsia="黑体" w:hAnsi="黑体" w:cs="黑体"/>
          <w:bCs/>
          <w:spacing w:val="50"/>
          <w:kern w:val="10"/>
          <w:sz w:val="52"/>
          <w:szCs w:val="52"/>
        </w:rPr>
      </w:pPr>
    </w:p>
    <w:p w:rsidR="005272A6" w:rsidRDefault="005272A6" w:rsidP="0077489E">
      <w:pPr>
        <w:ind w:firstLineChars="600" w:firstLine="31680"/>
        <w:rPr>
          <w:rFonts w:ascii="黑体" w:eastAsia="黑体" w:hAnsi="黑体" w:cs="黑体"/>
          <w:b/>
          <w:bCs/>
          <w:sz w:val="30"/>
          <w:szCs w:val="30"/>
        </w:rPr>
      </w:pPr>
      <w:r w:rsidRPr="00DB19C9">
        <w:rPr>
          <w:rFonts w:ascii="黑体" w:eastAsia="黑体" w:hAnsi="黑体" w:cs="黑体" w:hint="eastAsia"/>
          <w:bCs/>
          <w:spacing w:val="50"/>
          <w:kern w:val="10"/>
          <w:sz w:val="52"/>
          <w:szCs w:val="52"/>
        </w:rPr>
        <w:t>农村宅基地批准书</w:t>
      </w:r>
      <w:r>
        <w:rPr>
          <w:rFonts w:ascii="黑体" w:eastAsia="黑体" w:hAnsi="黑体" w:cs="黑体"/>
          <w:b/>
          <w:bCs/>
          <w:sz w:val="52"/>
          <w:szCs w:val="52"/>
        </w:rPr>
        <w:t xml:space="preserve">                       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农村宅基地批准书</w:t>
      </w:r>
      <w:r>
        <w:rPr>
          <w:rFonts w:ascii="黑体" w:eastAsia="黑体" w:hAnsi="黑体" w:cs="黑体" w:hint="eastAsia"/>
          <w:sz w:val="18"/>
          <w:szCs w:val="18"/>
        </w:rPr>
        <w:t>（存根）</w:t>
      </w:r>
    </w:p>
    <w:p w:rsidR="005272A6" w:rsidRPr="002A58B1" w:rsidRDefault="005272A6">
      <w:pPr>
        <w:rPr>
          <w:rFonts w:ascii="宋体" w:cs="宋体"/>
          <w:color w:val="333333"/>
          <w:szCs w:val="21"/>
        </w:rPr>
      </w:pPr>
      <w:r>
        <w:rPr>
          <w:rFonts w:ascii="黑体" w:eastAsia="黑体" w:hAnsi="黑体" w:cs="黑体"/>
          <w:b/>
          <w:bCs/>
          <w:sz w:val="30"/>
          <w:szCs w:val="30"/>
        </w:rPr>
        <w:t xml:space="preserve">                                                         </w:t>
      </w:r>
      <w:r w:rsidRPr="002A58B1">
        <w:rPr>
          <w:rFonts w:ascii="黑体" w:eastAsia="黑体" w:hAnsi="黑体" w:cs="黑体" w:hint="eastAsia"/>
          <w:szCs w:val="21"/>
        </w:rPr>
        <w:t>农宅字</w:t>
      </w:r>
      <w:r w:rsidRPr="00D760B8">
        <w:rPr>
          <w:rFonts w:ascii="黑体" w:eastAsia="黑体" w:hAnsi="黑体" w:cs="黑体"/>
          <w:szCs w:val="21"/>
          <w:u w:val="single"/>
        </w:rPr>
        <w:t xml:space="preserve">                        </w:t>
      </w:r>
      <w:r w:rsidRPr="002A58B1">
        <w:rPr>
          <w:rFonts w:ascii="黑体" w:eastAsia="黑体" w:hAnsi="黑体" w:cs="黑体" w:hint="eastAsia"/>
          <w:szCs w:val="21"/>
        </w:rPr>
        <w:t>号</w:t>
      </w:r>
      <w:r>
        <w:rPr>
          <w:rFonts w:ascii="黑体" w:eastAsia="黑体" w:hAnsi="黑体" w:cs="黑体"/>
          <w:sz w:val="18"/>
          <w:szCs w:val="18"/>
        </w:rPr>
        <w:t xml:space="preserve">               </w:t>
      </w:r>
      <w:r>
        <w:rPr>
          <w:rFonts w:ascii="黑体" w:eastAsia="黑体" w:hAnsi="黑体" w:cs="黑体"/>
          <w:b/>
          <w:bCs/>
          <w:sz w:val="18"/>
          <w:szCs w:val="18"/>
        </w:rPr>
        <w:t xml:space="preserve">                         </w:t>
      </w:r>
      <w:r w:rsidRPr="002A58B1">
        <w:rPr>
          <w:rFonts w:ascii="黑体" w:eastAsia="黑体" w:hAnsi="黑体" w:cs="黑体" w:hint="eastAsia"/>
          <w:szCs w:val="21"/>
        </w:rPr>
        <w:t>农宅字</w:t>
      </w:r>
      <w:r>
        <w:rPr>
          <w:rFonts w:ascii="黑体" w:eastAsia="黑体" w:hAnsi="黑体" w:cs="黑体"/>
          <w:szCs w:val="21"/>
        </w:rPr>
        <w:t xml:space="preserve"> </w:t>
      </w:r>
      <w:r w:rsidRPr="00D760B8">
        <w:rPr>
          <w:rFonts w:ascii="黑体" w:eastAsia="黑体" w:hAnsi="黑体" w:cs="黑体"/>
          <w:szCs w:val="21"/>
          <w:u w:val="single"/>
        </w:rPr>
        <w:t xml:space="preserve">              </w:t>
      </w:r>
      <w:r w:rsidRPr="002A58B1">
        <w:rPr>
          <w:rFonts w:ascii="黑体" w:eastAsia="黑体" w:hAnsi="黑体" w:cs="黑体" w:hint="eastAsia"/>
          <w:szCs w:val="21"/>
        </w:rPr>
        <w:t>号</w:t>
      </w:r>
    </w:p>
    <w:tbl>
      <w:tblPr>
        <w:tblpPr w:leftFromText="180" w:rightFromText="180" w:vertAnchor="text" w:horzAnchor="page" w:tblpX="1464" w:tblpY="210"/>
        <w:tblOverlap w:val="never"/>
        <w:tblW w:w="6487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487"/>
      </w:tblGrid>
      <w:tr w:rsidR="005272A6" w:rsidRPr="00070843" w:rsidTr="00452BE8">
        <w:trPr>
          <w:trHeight w:val="8350"/>
        </w:trPr>
        <w:tc>
          <w:tcPr>
            <w:tcW w:w="6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Default="005272A6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宋体" w:cs="宋体"/>
                <w:color w:val="333333"/>
                <w:kern w:val="0"/>
                <w:sz w:val="24"/>
              </w:rPr>
              <w:t> </w:t>
            </w:r>
          </w:p>
          <w:p w:rsidR="005272A6" w:rsidRDefault="005272A6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 w:rsidP="005272A6">
            <w:pPr>
              <w:widowControl/>
              <w:spacing w:line="360" w:lineRule="auto"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 w:rsidR="005272A6" w:rsidRDefault="005272A6" w:rsidP="005272A6">
            <w:pPr>
              <w:widowControl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 w:rsidR="005272A6" w:rsidRPr="008B7467" w:rsidRDefault="005272A6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Pr="00220AE2" w:rsidRDefault="005272A6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5272A6" w:rsidRDefault="005272A6" w:rsidP="005272A6">
            <w:pPr>
              <w:widowControl/>
              <w:ind w:firstLineChars="637" w:firstLine="31680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填发机关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章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):        </w:t>
            </w:r>
          </w:p>
          <w:p w:rsidR="005272A6" w:rsidRDefault="005272A6" w:rsidP="005272A6">
            <w:pPr>
              <w:widowControl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</w:p>
          <w:p w:rsidR="005272A6" w:rsidRDefault="005272A6" w:rsidP="005272A6">
            <w:pPr>
              <w:widowControl/>
              <w:ind w:firstLineChars="200" w:firstLine="31680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         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年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月</w:t>
            </w: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日</w:t>
            </w:r>
          </w:p>
        </w:tc>
      </w:tr>
    </w:tbl>
    <w:tbl>
      <w:tblPr>
        <w:tblpPr w:leftFromText="180" w:rightFromText="180" w:vertAnchor="text" w:horzAnchor="page" w:tblpX="8166" w:tblpY="246"/>
        <w:tblOverlap w:val="never"/>
        <w:tblW w:w="6271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985"/>
        <w:gridCol w:w="4286"/>
      </w:tblGrid>
      <w:tr w:rsidR="005272A6" w:rsidRPr="00070843" w:rsidTr="00452BE8">
        <w:trPr>
          <w:trHeight w:val="683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89177A">
            <w:pPr>
              <w:widowControl/>
              <w:snapToGri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户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名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7876D1" w:rsidRDefault="005272A6" w:rsidP="00452BE8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 w:rsidR="005272A6" w:rsidRPr="00070843" w:rsidTr="00452BE8">
        <w:trPr>
          <w:trHeight w:val="69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89177A"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72A6" w:rsidRPr="00070843" w:rsidRDefault="005272A6" w:rsidP="00452BE8"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      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平方米</w:t>
            </w:r>
            <w:r w:rsidRPr="00070843">
              <w:rPr>
                <w:b/>
                <w:bCs/>
                <w:sz w:val="24"/>
              </w:rPr>
              <w:t xml:space="preserve"> </w:t>
            </w:r>
          </w:p>
        </w:tc>
      </w:tr>
      <w:tr w:rsidR="005272A6" w:rsidRPr="00070843" w:rsidTr="00452BE8">
        <w:trPr>
          <w:trHeight w:val="69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587DB1">
            <w:pPr>
              <w:widowControl/>
              <w:snapToGrid w:val="0"/>
              <w:spacing w:beforeLines="5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其中：</w:t>
            </w:r>
            <w:r w:rsidRPr="007D6F03">
              <w:rPr>
                <w:rFonts w:ascii="宋体" w:hAnsi="宋体" w:cs="宋体" w:hint="eastAsia"/>
                <w:b/>
                <w:bCs/>
                <w:color w:val="000000"/>
                <w:spacing w:val="17"/>
                <w:w w:val="94"/>
                <w:kern w:val="0"/>
                <w:sz w:val="24"/>
                <w:fitText w:val="964" w:id="-2052951552"/>
              </w:rPr>
              <w:t>房基占</w:t>
            </w:r>
            <w:r w:rsidRPr="007D6F03">
              <w:rPr>
                <w:rFonts w:ascii="宋体" w:hAnsi="宋体" w:cs="宋体" w:hint="eastAsia"/>
                <w:b/>
                <w:bCs/>
                <w:color w:val="000000"/>
                <w:spacing w:val="-24"/>
                <w:w w:val="94"/>
                <w:kern w:val="0"/>
                <w:sz w:val="24"/>
                <w:fitText w:val="964" w:id="-2052951552"/>
              </w:rPr>
              <w:t>地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Default="005272A6" w:rsidP="00452B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070843">
              <w:rPr>
                <w:b/>
                <w:bCs/>
                <w:sz w:val="24"/>
              </w:rPr>
              <w:t xml:space="preserve">              </w:t>
            </w:r>
            <w:r w:rsidRPr="00070843">
              <w:rPr>
                <w:rFonts w:hint="eastAsia"/>
                <w:b/>
                <w:bCs/>
                <w:sz w:val="24"/>
              </w:rPr>
              <w:t>平方米</w:t>
            </w:r>
          </w:p>
        </w:tc>
      </w:tr>
      <w:tr w:rsidR="005272A6" w:rsidRPr="00070843" w:rsidTr="00452BE8">
        <w:trPr>
          <w:trHeight w:val="68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587DB1">
            <w:pPr>
              <w:widowControl/>
              <w:snapToGrid w:val="0"/>
              <w:spacing w:beforeLines="5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452BE8">
            <w:pPr>
              <w:widowControl/>
              <w:jc w:val="center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 w:rsidR="005272A6" w:rsidRPr="00070843" w:rsidTr="00452BE8">
        <w:trPr>
          <w:trHeight w:val="69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89177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土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用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途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070843" w:rsidRDefault="005272A6" w:rsidP="00452BE8">
            <w:pPr>
              <w:widowControl/>
              <w:jc w:val="left"/>
              <w:rPr>
                <w:b/>
                <w:bCs/>
                <w:sz w:val="24"/>
              </w:rPr>
            </w:pPr>
            <w:r w:rsidRPr="007876D1">
              <w:rPr>
                <w:rFonts w:ascii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 w:rsidR="005272A6" w:rsidRPr="007876D1" w:rsidRDefault="005272A6" w:rsidP="00452BE8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  <w:r w:rsidRPr="007876D1">
              <w:rPr>
                <w:rFonts w:ascii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 w:rsidR="005272A6" w:rsidRPr="00070843" w:rsidTr="00452BE8">
        <w:trPr>
          <w:trHeight w:val="8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Default="005272A6" w:rsidP="0089177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土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地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坐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落</w:t>
            </w:r>
          </w:p>
          <w:p w:rsidR="005272A6" w:rsidRPr="007876D1" w:rsidRDefault="005272A6" w:rsidP="0089177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7876D1" w:rsidRDefault="005272A6" w:rsidP="00452BE8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 w:val="24"/>
              </w:rPr>
            </w:pPr>
            <w:r w:rsidRPr="007876D1">
              <w:rPr>
                <w:rFonts w:ascii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 w:rsidR="005272A6" w:rsidRPr="00070843" w:rsidTr="00452BE8">
        <w:trPr>
          <w:trHeight w:val="67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89177A">
            <w:pPr>
              <w:widowControl/>
              <w:jc w:val="center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四</w:t>
            </w:r>
            <w:r w:rsidRPr="007876D1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452BE8">
            <w:pPr>
              <w:widowControl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东　　　　　　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南</w:t>
            </w:r>
          </w:p>
        </w:tc>
      </w:tr>
      <w:tr w:rsidR="005272A6" w:rsidRPr="00070843" w:rsidTr="00452BE8">
        <w:trPr>
          <w:trHeight w:val="65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7876D1" w:rsidRDefault="005272A6" w:rsidP="0089177A">
            <w:pPr>
              <w:jc w:val="center"/>
              <w:rPr>
                <w:rFonts w:ascii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452BE8">
            <w:pPr>
              <w:widowControl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西　　　　　　　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北</w:t>
            </w:r>
          </w:p>
        </w:tc>
      </w:tr>
      <w:tr w:rsidR="005272A6" w:rsidRPr="00070843" w:rsidTr="00452BE8">
        <w:trPr>
          <w:trHeight w:val="88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587DB1"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587DB1"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自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月至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 xml:space="preserve">    </w:t>
            </w: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月</w:t>
            </w:r>
          </w:p>
        </w:tc>
      </w:tr>
      <w:tr w:rsidR="005272A6" w:rsidRPr="00070843" w:rsidTr="00452BE8">
        <w:trPr>
          <w:trHeight w:val="1601"/>
        </w:trPr>
        <w:tc>
          <w:tcPr>
            <w:tcW w:w="62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7876D1" w:rsidRDefault="005272A6" w:rsidP="005272A6">
            <w:pPr>
              <w:widowControl/>
              <w:spacing w:beforeLines="50" w:afterLines="50" w:line="240" w:lineRule="exact"/>
              <w:ind w:firstLineChars="49" w:firstLine="31680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7876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  <w:p w:rsidR="005272A6" w:rsidRPr="007876D1" w:rsidRDefault="005272A6" w:rsidP="00452BE8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5272A6" w:rsidRDefault="005272A6" w:rsidP="00452BE8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5272A6" w:rsidRPr="007876D1" w:rsidRDefault="005272A6" w:rsidP="00452BE8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pPr w:leftFromText="180" w:rightFromText="180" w:vertAnchor="text" w:horzAnchor="page" w:tblpX="15700" w:tblpY="229"/>
        <w:tblOverlap w:val="never"/>
        <w:tblW w:w="4502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0"/>
        <w:gridCol w:w="998"/>
        <w:gridCol w:w="1058"/>
        <w:gridCol w:w="1916"/>
      </w:tblGrid>
      <w:tr w:rsidR="005272A6" w:rsidRPr="00070843" w:rsidTr="00080629">
        <w:trPr>
          <w:trHeight w:val="974"/>
        </w:trPr>
        <w:tc>
          <w:tcPr>
            <w:tcW w:w="1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80629" w:rsidRDefault="005272A6" w:rsidP="00483E9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户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主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姓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72A6" w:rsidRPr="00070843" w:rsidRDefault="005272A6" w:rsidP="00284F27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5272A6" w:rsidRPr="00070843" w:rsidTr="00080629">
        <w:trPr>
          <w:trHeight w:val="690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3B73C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平方米</w:t>
            </w:r>
          </w:p>
        </w:tc>
      </w:tr>
      <w:tr w:rsidR="005272A6" w:rsidRPr="00070843" w:rsidTr="00080629">
        <w:trPr>
          <w:trHeight w:val="545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3B73C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平方米</w:t>
            </w:r>
          </w:p>
        </w:tc>
      </w:tr>
      <w:tr w:rsidR="005272A6" w:rsidRPr="00070843" w:rsidTr="00080629">
        <w:trPr>
          <w:trHeight w:val="822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070843" w:rsidRDefault="005272A6" w:rsidP="00284F27">
            <w:pPr>
              <w:widowControl/>
              <w:jc w:val="left"/>
              <w:rPr>
                <w:b/>
                <w:bCs/>
                <w:szCs w:val="21"/>
              </w:rPr>
            </w:pPr>
            <w:r w:rsidRPr="00080629"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5272A6" w:rsidRPr="00070843" w:rsidTr="00080629">
        <w:trPr>
          <w:trHeight w:val="821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土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地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用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途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080629" w:rsidRDefault="005272A6" w:rsidP="00284F27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</w:pPr>
            <w:r w:rsidRPr="00080629"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5272A6" w:rsidRPr="00070843" w:rsidTr="00080629">
        <w:trPr>
          <w:trHeight w:val="689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土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地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坐</w:t>
            </w:r>
            <w:r w:rsidRPr="00080629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落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080629" w:rsidRDefault="005272A6" w:rsidP="00284F27">
            <w:pPr>
              <w:widowControl/>
              <w:jc w:val="left"/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</w:pPr>
            <w:r w:rsidRPr="00080629">
              <w:rPr>
                <w:rFonts w:ascii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5272A6" w:rsidRPr="00070843" w:rsidTr="00080629">
        <w:trPr>
          <w:trHeight w:val="686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284F27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72A6" w:rsidRPr="00070843" w:rsidRDefault="005272A6" w:rsidP="00080629">
            <w:pPr>
              <w:widowControl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080629"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72A6" w:rsidRPr="00070843" w:rsidRDefault="005272A6" w:rsidP="00080629">
            <w:pPr>
              <w:widowControl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 w:rsidR="005272A6" w:rsidRPr="00070843" w:rsidTr="00080629">
        <w:trPr>
          <w:trHeight w:val="568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080629" w:rsidRDefault="005272A6" w:rsidP="00284F27">
            <w:pPr>
              <w:rPr>
                <w:rFonts w:ascii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72A6" w:rsidRPr="00080629" w:rsidRDefault="005272A6" w:rsidP="00080629">
            <w:pPr>
              <w:rPr>
                <w:rFonts w:ascii="宋体" w:cs="宋体"/>
                <w:b/>
                <w:bCs/>
                <w:color w:val="333333"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080629"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72A6" w:rsidRPr="00070843" w:rsidRDefault="005272A6" w:rsidP="00080629">
            <w:pPr>
              <w:widowControl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 w:rsidR="005272A6" w:rsidRPr="00070843" w:rsidTr="00003C4C">
        <w:trPr>
          <w:trHeight w:val="407"/>
        </w:trPr>
        <w:tc>
          <w:tcPr>
            <w:tcW w:w="1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70843" w:rsidRDefault="005272A6" w:rsidP="00003C4C">
            <w:pPr>
              <w:widowControl/>
              <w:jc w:val="center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272A6" w:rsidRPr="00080629" w:rsidRDefault="005272A6" w:rsidP="00080629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自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月至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</w:t>
            </w: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月</w:t>
            </w:r>
          </w:p>
        </w:tc>
      </w:tr>
      <w:tr w:rsidR="005272A6" w:rsidRPr="00070843" w:rsidTr="00080629">
        <w:trPr>
          <w:trHeight w:val="1944"/>
        </w:trPr>
        <w:tc>
          <w:tcPr>
            <w:tcW w:w="4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72A6" w:rsidRPr="00070843" w:rsidRDefault="005272A6" w:rsidP="005272A6">
            <w:pPr>
              <w:widowControl/>
              <w:spacing w:beforeLines="50"/>
              <w:ind w:firstLineChars="49" w:firstLine="31680"/>
              <w:jc w:val="left"/>
              <w:rPr>
                <w:b/>
                <w:bCs/>
                <w:szCs w:val="21"/>
              </w:rPr>
            </w:pPr>
            <w:r w:rsidRPr="00080629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  <w:p w:rsidR="005272A6" w:rsidRPr="00070843" w:rsidRDefault="005272A6" w:rsidP="00284F27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 w:rsidR="005272A6" w:rsidRDefault="005272A6" w:rsidP="00ED5417">
      <w:pPr>
        <w:pStyle w:val="NormalWeb"/>
        <w:widowControl/>
        <w:shd w:val="clear" w:color="auto" w:fill="FFFFFF"/>
        <w:spacing w:beforeAutospacing="0" w:afterAutospacing="0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 xml:space="preserve"> </w:t>
      </w:r>
    </w:p>
    <w:p w:rsidR="005272A6" w:rsidRDefault="005272A6">
      <w:pPr>
        <w:widowControl/>
        <w:jc w:val="left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br w:type="page"/>
      </w:r>
    </w:p>
    <w:sectPr w:rsidR="005272A6" w:rsidSect="00272F31">
      <w:headerReference w:type="even" r:id="rId6"/>
      <w:headerReference w:type="default" r:id="rId7"/>
      <w:pgSz w:w="23757" w:h="16783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2A6" w:rsidRDefault="005272A6" w:rsidP="003401AC">
      <w:r>
        <w:separator/>
      </w:r>
    </w:p>
  </w:endnote>
  <w:endnote w:type="continuationSeparator" w:id="0">
    <w:p w:rsidR="005272A6" w:rsidRDefault="005272A6" w:rsidP="00340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2A6" w:rsidRDefault="005272A6" w:rsidP="003401AC">
      <w:r>
        <w:separator/>
      </w:r>
    </w:p>
  </w:footnote>
  <w:footnote w:type="continuationSeparator" w:id="0">
    <w:p w:rsidR="005272A6" w:rsidRDefault="005272A6" w:rsidP="00340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6" w:rsidRDefault="005272A6" w:rsidP="00917C18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6" w:rsidRDefault="005272A6" w:rsidP="00917C18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8BE"/>
    <w:rsid w:val="00003C4C"/>
    <w:rsid w:val="000053F9"/>
    <w:rsid w:val="00011FEA"/>
    <w:rsid w:val="000264D9"/>
    <w:rsid w:val="000328BB"/>
    <w:rsid w:val="00070843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3497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272A6"/>
    <w:rsid w:val="00587DB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D134F"/>
    <w:rsid w:val="006F3CEA"/>
    <w:rsid w:val="006F4092"/>
    <w:rsid w:val="006F565D"/>
    <w:rsid w:val="00742EA9"/>
    <w:rsid w:val="007435CD"/>
    <w:rsid w:val="007438CF"/>
    <w:rsid w:val="0077349A"/>
    <w:rsid w:val="0077489E"/>
    <w:rsid w:val="00775A8D"/>
    <w:rsid w:val="007876D1"/>
    <w:rsid w:val="007C6E75"/>
    <w:rsid w:val="007D4568"/>
    <w:rsid w:val="007D6F03"/>
    <w:rsid w:val="008049E8"/>
    <w:rsid w:val="00812C0D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1B58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E010C13"/>
    <w:rsid w:val="11816B78"/>
    <w:rsid w:val="29DC1A3A"/>
    <w:rsid w:val="2B064347"/>
    <w:rsid w:val="578506EB"/>
    <w:rsid w:val="69BA71BE"/>
    <w:rsid w:val="73ED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BE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F08BE"/>
    <w:pPr>
      <w:spacing w:beforeAutospacing="1" w:afterAutospacing="1"/>
      <w:jc w:val="left"/>
    </w:pPr>
    <w:rPr>
      <w:kern w:val="0"/>
      <w:sz w:val="24"/>
    </w:rPr>
  </w:style>
  <w:style w:type="paragraph" w:styleId="Header">
    <w:name w:val="header"/>
    <w:basedOn w:val="Normal"/>
    <w:link w:val="HeaderChar"/>
    <w:uiPriority w:val="99"/>
    <w:rsid w:val="00340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01AC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40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01A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95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zcd</dc:creator>
  <cp:keywords/>
  <dc:description/>
  <cp:lastModifiedBy>lenovo</cp:lastModifiedBy>
  <cp:revision>3</cp:revision>
  <cp:lastPrinted>2019-10-10T08:58:00Z</cp:lastPrinted>
  <dcterms:created xsi:type="dcterms:W3CDTF">2020-03-19T09:20:00Z</dcterms:created>
  <dcterms:modified xsi:type="dcterms:W3CDTF">2020-05-20T01:50:00Z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